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BB8" w:rsidRDefault="00000F15">
      <w:r>
        <w:t>Learning how to attach.</w:t>
      </w:r>
      <w:bookmarkStart w:id="0" w:name="_GoBack"/>
      <w:bookmarkEnd w:id="0"/>
    </w:p>
    <w:sectPr w:rsidR="00677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15"/>
    <w:rsid w:val="00000F15"/>
    <w:rsid w:val="0067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C0207DC8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duckworth</dc:creator>
  <cp:lastModifiedBy>jennifer duckworth</cp:lastModifiedBy>
  <cp:revision>1</cp:revision>
  <dcterms:created xsi:type="dcterms:W3CDTF">2011-09-14T11:47:00Z</dcterms:created>
  <dcterms:modified xsi:type="dcterms:W3CDTF">2011-09-14T11:47:00Z</dcterms:modified>
</cp:coreProperties>
</file>